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17" w:rsidRDefault="00512517" w:rsidP="00F32DAD">
      <w:pPr>
        <w:pStyle w:val="Header"/>
        <w:framePr w:h="4080" w:hRule="exact" w:hSpace="180" w:wrap="auto" w:vAnchor="text" w:hAnchor="page" w:x="2290" w:y="-3472"/>
        <w:tabs>
          <w:tab w:val="clear" w:pos="4677"/>
          <w:tab w:val="center" w:pos="4253"/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ПРИЛ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843E6">
        <w:rPr>
          <w:rFonts w:ascii="Times New Roman" w:hAnsi="Times New Roman" w:cs="Times New Roman"/>
          <w:sz w:val="28"/>
          <w:szCs w:val="28"/>
        </w:rPr>
        <w:t xml:space="preserve">ЖЕНИЕ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843E6">
        <w:rPr>
          <w:rFonts w:ascii="Times New Roman" w:hAnsi="Times New Roman" w:cs="Times New Roman"/>
          <w:sz w:val="28"/>
          <w:szCs w:val="28"/>
        </w:rPr>
        <w:t xml:space="preserve">ИЛОЖЕНИЕ № </w:t>
      </w:r>
      <w:r>
        <w:rPr>
          <w:rFonts w:ascii="Times New Roman" w:hAnsi="Times New Roman" w:cs="Times New Roman"/>
          <w:sz w:val="28"/>
          <w:szCs w:val="28"/>
        </w:rPr>
        <w:t>10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к решению Совета Школьненского сельского поселения Белореченского района 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843E6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512517" w:rsidRPr="003843E6" w:rsidRDefault="00512517" w:rsidP="00F32DAD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>в редакции решения Совета Школьненского</w:t>
      </w:r>
    </w:p>
    <w:p w:rsidR="00512517" w:rsidRPr="003843E6" w:rsidRDefault="00512517" w:rsidP="00F32DAD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843E6"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512517" w:rsidRPr="003843E6" w:rsidRDefault="00512517" w:rsidP="00161A0C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  <w:r w:rsidRPr="003843E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_________2016</w:t>
      </w:r>
      <w:r w:rsidRPr="003843E6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512517" w:rsidRPr="003843E6" w:rsidRDefault="00512517" w:rsidP="00DE2DDF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512517" w:rsidRPr="003843E6" w:rsidRDefault="00512517" w:rsidP="0063627E">
      <w:pPr>
        <w:pStyle w:val="Header"/>
        <w:framePr w:h="4080" w:hRule="exact" w:hSpace="180" w:wrap="auto" w:vAnchor="text" w:hAnchor="page" w:x="2290" w:y="-3472"/>
        <w:tabs>
          <w:tab w:val="left" w:pos="5529"/>
        </w:tabs>
        <w:ind w:left="4111"/>
        <w:suppressOverlap/>
        <w:rPr>
          <w:rFonts w:ascii="Times New Roman" w:hAnsi="Times New Roman" w:cs="Times New Roman"/>
          <w:sz w:val="28"/>
          <w:szCs w:val="28"/>
        </w:rPr>
      </w:pPr>
    </w:p>
    <w:p w:rsidR="00512517" w:rsidRDefault="00512517" w:rsidP="0063627E">
      <w:pPr>
        <w:framePr w:h="4080" w:hRule="exact" w:hSpace="180" w:wrap="auto" w:vAnchor="text" w:hAnchor="page" w:x="2290" w:y="-3472"/>
        <w:tabs>
          <w:tab w:val="left" w:pos="4536"/>
          <w:tab w:val="left" w:pos="9653"/>
        </w:tabs>
        <w:spacing w:line="235" w:lineRule="auto"/>
        <w:suppressOverlap/>
        <w:rPr>
          <w:sz w:val="27"/>
          <w:szCs w:val="27"/>
        </w:rPr>
      </w:pPr>
    </w:p>
    <w:p w:rsidR="00512517" w:rsidRDefault="00512517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12517" w:rsidRPr="00F057D4" w:rsidRDefault="00512517" w:rsidP="00F057D4">
      <w:pPr>
        <w:tabs>
          <w:tab w:val="left" w:pos="4536"/>
          <w:tab w:val="left" w:pos="9653"/>
        </w:tabs>
        <w:spacing w:line="235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512517" w:rsidRPr="00FD0CD3" w:rsidRDefault="0051251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</w:t>
      </w:r>
    </w:p>
    <w:p w:rsidR="00512517" w:rsidRPr="00FD0CD3" w:rsidRDefault="00512517" w:rsidP="00EE057C">
      <w:pPr>
        <w:spacing w:line="23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бюджетных инвестиций в объекты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Школьненского сельского поселения Белореченского района 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>по объектам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D0CD3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512517" w:rsidRPr="009105B9" w:rsidRDefault="00512517" w:rsidP="00EE057C">
      <w:pPr>
        <w:spacing w:line="235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12517" w:rsidRDefault="00512517" w:rsidP="00EE057C">
      <w:pPr>
        <w:spacing w:line="235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A7FB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руб. коп.</w:t>
      </w:r>
      <w:r w:rsidRPr="008A7FB9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12517" w:rsidRPr="001435FF">
        <w:trPr>
          <w:trHeight w:hRule="exact" w:val="68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2517" w:rsidRPr="001435FF" w:rsidRDefault="0051251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bookmarkStart w:id="0" w:name="_GoBack"/>
            <w:bookmarkEnd w:id="0"/>
            <w:r w:rsidRPr="00A755D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№ п/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Pr="001435F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12517" w:rsidRPr="008D66B7" w:rsidRDefault="00512517" w:rsidP="007A74BD">
            <w:pPr>
              <w:spacing w:line="235" w:lineRule="auto"/>
              <w:ind w:left="-57" w:right="-57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8D66B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12517" w:rsidRPr="001435FF" w:rsidRDefault="0051251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</w:tbl>
    <w:p w:rsidR="00512517" w:rsidRPr="001435FF" w:rsidRDefault="00512517" w:rsidP="00EE057C">
      <w:pPr>
        <w:spacing w:line="235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513" w:type="dxa"/>
        <w:tblInd w:w="-106" w:type="dxa"/>
        <w:tblLayout w:type="fixed"/>
        <w:tblLook w:val="00A0"/>
      </w:tblPr>
      <w:tblGrid>
        <w:gridCol w:w="561"/>
        <w:gridCol w:w="6400"/>
        <w:gridCol w:w="2552"/>
      </w:tblGrid>
      <w:tr w:rsidR="00512517" w:rsidRPr="001435FF">
        <w:trPr>
          <w:trHeight w:hRule="exact" w:val="397"/>
          <w:tblHeader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17" w:rsidRPr="001435FF" w:rsidRDefault="00512517" w:rsidP="007A74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17" w:rsidRPr="001435FF" w:rsidRDefault="0051251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17" w:rsidRPr="001435FF" w:rsidRDefault="00512517" w:rsidP="007A74BD">
            <w:pPr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12517" w:rsidRPr="001435FF">
        <w:trPr>
          <w:trHeight w:val="113"/>
        </w:trPr>
        <w:tc>
          <w:tcPr>
            <w:tcW w:w="561" w:type="dxa"/>
            <w:vMerge w:val="restart"/>
            <w:tcBorders>
              <w:top w:val="single" w:sz="4" w:space="0" w:color="auto"/>
            </w:tcBorders>
          </w:tcPr>
          <w:p w:rsidR="00512517" w:rsidRPr="001435FF" w:rsidRDefault="00512517" w:rsidP="00EE0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</w:p>
        </w:tc>
        <w:tc>
          <w:tcPr>
            <w:tcW w:w="6400" w:type="dxa"/>
            <w:vMerge w:val="restart"/>
            <w:tcBorders>
              <w:top w:val="single" w:sz="4" w:space="0" w:color="auto"/>
            </w:tcBorders>
          </w:tcPr>
          <w:p w:rsidR="00512517" w:rsidRPr="009C2D45" w:rsidRDefault="00512517" w:rsidP="00EE057C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Газоснабжение с. Леонтьевского, х. Привольного и х. Новоселовского Белореченского района 1-я очередь строительства 2-й этап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512517" w:rsidRPr="00690313" w:rsidRDefault="0051251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2517" w:rsidRPr="001435FF">
        <w:trPr>
          <w:trHeight w:val="113"/>
        </w:trPr>
        <w:tc>
          <w:tcPr>
            <w:tcW w:w="561" w:type="dxa"/>
            <w:vMerge/>
          </w:tcPr>
          <w:p w:rsidR="00512517" w:rsidRPr="001435FF" w:rsidRDefault="00512517" w:rsidP="00EE057C">
            <w:pPr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00" w:type="dxa"/>
            <w:vMerge/>
            <w:vAlign w:val="center"/>
          </w:tcPr>
          <w:p w:rsidR="00512517" w:rsidRPr="001435FF" w:rsidRDefault="00512517" w:rsidP="007A74BD">
            <w:pPr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bottom"/>
          </w:tcPr>
          <w:p w:rsidR="00512517" w:rsidRPr="001569FE" w:rsidRDefault="00512517" w:rsidP="0063627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7 590 000.00</w:t>
            </w:r>
          </w:p>
        </w:tc>
      </w:tr>
      <w:tr w:rsidR="00512517" w:rsidRPr="00A755D8">
        <w:trPr>
          <w:trHeight w:val="113"/>
        </w:trPr>
        <w:tc>
          <w:tcPr>
            <w:tcW w:w="561" w:type="dxa"/>
          </w:tcPr>
          <w:p w:rsidR="00512517" w:rsidRPr="00A755D8" w:rsidRDefault="00512517" w:rsidP="007A74B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00" w:type="dxa"/>
            <w:vAlign w:val="center"/>
          </w:tcPr>
          <w:p w:rsidR="00512517" w:rsidRPr="00A755D8" w:rsidRDefault="00512517" w:rsidP="007A74BD">
            <w:pPr>
              <w:spacing w:line="21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Align w:val="center"/>
          </w:tcPr>
          <w:p w:rsidR="00512517" w:rsidRPr="00A755D8" w:rsidRDefault="00512517" w:rsidP="007A74BD">
            <w:pPr>
              <w:spacing w:line="216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12517" w:rsidRPr="00EE057C">
        <w:trPr>
          <w:trHeight w:val="113"/>
        </w:trPr>
        <w:tc>
          <w:tcPr>
            <w:tcW w:w="6961" w:type="dxa"/>
            <w:gridSpan w:val="2"/>
          </w:tcPr>
          <w:p w:rsidR="00512517" w:rsidRPr="00EE057C" w:rsidRDefault="00512517" w:rsidP="00EE057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E05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2552" w:type="dxa"/>
            <w:vAlign w:val="center"/>
          </w:tcPr>
          <w:p w:rsidR="00512517" w:rsidRDefault="00512517" w:rsidP="00F32DAD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7 590 000.00</w:t>
            </w:r>
          </w:p>
        </w:tc>
      </w:tr>
    </w:tbl>
    <w:p w:rsidR="00512517" w:rsidRPr="00EE057C" w:rsidRDefault="00512517">
      <w:pPr>
        <w:rPr>
          <w:rFonts w:ascii="Times New Roman" w:hAnsi="Times New Roman" w:cs="Times New Roman"/>
          <w:sz w:val="28"/>
          <w:szCs w:val="28"/>
        </w:rPr>
      </w:pPr>
    </w:p>
    <w:p w:rsidR="00512517" w:rsidRPr="00EE057C" w:rsidRDefault="00512517">
      <w:pPr>
        <w:rPr>
          <w:rFonts w:ascii="Times New Roman" w:hAnsi="Times New Roman" w:cs="Times New Roman"/>
          <w:sz w:val="28"/>
          <w:szCs w:val="28"/>
        </w:rPr>
      </w:pPr>
    </w:p>
    <w:p w:rsidR="00512517" w:rsidRPr="00EE057C" w:rsidRDefault="00512517">
      <w:pPr>
        <w:rPr>
          <w:rFonts w:ascii="Times New Roman" w:hAnsi="Times New Roman" w:cs="Times New Roman"/>
          <w:sz w:val="28"/>
          <w:szCs w:val="28"/>
        </w:rPr>
      </w:pPr>
    </w:p>
    <w:p w:rsidR="00512517" w:rsidRPr="00EE057C" w:rsidRDefault="00512517" w:rsidP="00EE057C">
      <w:pPr>
        <w:autoSpaceDE w:val="0"/>
        <w:autoSpaceDN w:val="0"/>
        <w:adjustRightInd w:val="0"/>
        <w:spacing w:line="21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                                                           Леник Е.В.</w:t>
      </w:r>
    </w:p>
    <w:p w:rsidR="00512517" w:rsidRDefault="00512517"/>
    <w:sectPr w:rsidR="00512517" w:rsidSect="007B2A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51DE4"/>
    <w:multiLevelType w:val="hybridMultilevel"/>
    <w:tmpl w:val="E2F09E78"/>
    <w:name w:val="WW8Num19"/>
    <w:lvl w:ilvl="0" w:tplc="245E788E">
      <w:start w:val="1"/>
      <w:numFmt w:val="decimal"/>
      <w:lvlText w:val="%1."/>
      <w:lvlJc w:val="left"/>
      <w:pPr>
        <w:tabs>
          <w:tab w:val="num" w:pos="-937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947"/>
    <w:rsid w:val="000001A9"/>
    <w:rsid w:val="00000D79"/>
    <w:rsid w:val="00003543"/>
    <w:rsid w:val="00011094"/>
    <w:rsid w:val="000138AA"/>
    <w:rsid w:val="000144E2"/>
    <w:rsid w:val="000333A8"/>
    <w:rsid w:val="00034A14"/>
    <w:rsid w:val="00044597"/>
    <w:rsid w:val="000507A5"/>
    <w:rsid w:val="0006336F"/>
    <w:rsid w:val="00066BF0"/>
    <w:rsid w:val="00071AF3"/>
    <w:rsid w:val="00075E23"/>
    <w:rsid w:val="0008183A"/>
    <w:rsid w:val="00084851"/>
    <w:rsid w:val="0008665A"/>
    <w:rsid w:val="000879F2"/>
    <w:rsid w:val="00090901"/>
    <w:rsid w:val="0009371E"/>
    <w:rsid w:val="00093B5F"/>
    <w:rsid w:val="000A2D3E"/>
    <w:rsid w:val="000A37E8"/>
    <w:rsid w:val="000A7DE6"/>
    <w:rsid w:val="000A7FF6"/>
    <w:rsid w:val="000C1CA2"/>
    <w:rsid w:val="000D37AE"/>
    <w:rsid w:val="000D4A4B"/>
    <w:rsid w:val="000E1B22"/>
    <w:rsid w:val="000E3796"/>
    <w:rsid w:val="000E4A41"/>
    <w:rsid w:val="000F2596"/>
    <w:rsid w:val="001018D1"/>
    <w:rsid w:val="0010300F"/>
    <w:rsid w:val="0011250D"/>
    <w:rsid w:val="00113F65"/>
    <w:rsid w:val="00126286"/>
    <w:rsid w:val="0012630C"/>
    <w:rsid w:val="00127023"/>
    <w:rsid w:val="001308C5"/>
    <w:rsid w:val="00131D89"/>
    <w:rsid w:val="0013640F"/>
    <w:rsid w:val="0013704F"/>
    <w:rsid w:val="00137D08"/>
    <w:rsid w:val="001435FF"/>
    <w:rsid w:val="00146B84"/>
    <w:rsid w:val="00147079"/>
    <w:rsid w:val="0015580F"/>
    <w:rsid w:val="001569FE"/>
    <w:rsid w:val="00161A0C"/>
    <w:rsid w:val="00162BBF"/>
    <w:rsid w:val="001667D8"/>
    <w:rsid w:val="00172EEA"/>
    <w:rsid w:val="00180471"/>
    <w:rsid w:val="00182931"/>
    <w:rsid w:val="0018630C"/>
    <w:rsid w:val="001924B2"/>
    <w:rsid w:val="00194E03"/>
    <w:rsid w:val="001A0A37"/>
    <w:rsid w:val="001A2DC7"/>
    <w:rsid w:val="001B0A71"/>
    <w:rsid w:val="001B6230"/>
    <w:rsid w:val="001E6153"/>
    <w:rsid w:val="001F3E57"/>
    <w:rsid w:val="00200072"/>
    <w:rsid w:val="00200A95"/>
    <w:rsid w:val="00201CAF"/>
    <w:rsid w:val="00217526"/>
    <w:rsid w:val="002257DA"/>
    <w:rsid w:val="00230141"/>
    <w:rsid w:val="0023060E"/>
    <w:rsid w:val="00230B9E"/>
    <w:rsid w:val="00242D51"/>
    <w:rsid w:val="0024665A"/>
    <w:rsid w:val="0025064B"/>
    <w:rsid w:val="002543EB"/>
    <w:rsid w:val="00254FFE"/>
    <w:rsid w:val="00255D0D"/>
    <w:rsid w:val="002610C6"/>
    <w:rsid w:val="0026213B"/>
    <w:rsid w:val="002657B0"/>
    <w:rsid w:val="00267E82"/>
    <w:rsid w:val="00273C4C"/>
    <w:rsid w:val="00273F85"/>
    <w:rsid w:val="00283C41"/>
    <w:rsid w:val="002925A6"/>
    <w:rsid w:val="002A24DB"/>
    <w:rsid w:val="002B002E"/>
    <w:rsid w:val="002C18E0"/>
    <w:rsid w:val="002C6A51"/>
    <w:rsid w:val="002C70AF"/>
    <w:rsid w:val="002D153D"/>
    <w:rsid w:val="002D1B30"/>
    <w:rsid w:val="002D22ED"/>
    <w:rsid w:val="002E042E"/>
    <w:rsid w:val="002E1037"/>
    <w:rsid w:val="002E35EC"/>
    <w:rsid w:val="002E6D78"/>
    <w:rsid w:val="002F3027"/>
    <w:rsid w:val="002F6678"/>
    <w:rsid w:val="00302DE0"/>
    <w:rsid w:val="00311073"/>
    <w:rsid w:val="00315B9E"/>
    <w:rsid w:val="003166A3"/>
    <w:rsid w:val="0031774C"/>
    <w:rsid w:val="00326635"/>
    <w:rsid w:val="00341651"/>
    <w:rsid w:val="00351E83"/>
    <w:rsid w:val="00352345"/>
    <w:rsid w:val="0035290E"/>
    <w:rsid w:val="00352943"/>
    <w:rsid w:val="00360B01"/>
    <w:rsid w:val="0036361C"/>
    <w:rsid w:val="0036444E"/>
    <w:rsid w:val="00370EC7"/>
    <w:rsid w:val="003753DB"/>
    <w:rsid w:val="003843E6"/>
    <w:rsid w:val="003960F0"/>
    <w:rsid w:val="003A21F2"/>
    <w:rsid w:val="003A5A02"/>
    <w:rsid w:val="003B1B07"/>
    <w:rsid w:val="003B6B6B"/>
    <w:rsid w:val="003B6E15"/>
    <w:rsid w:val="003C0FAA"/>
    <w:rsid w:val="003D66F0"/>
    <w:rsid w:val="003E756E"/>
    <w:rsid w:val="003F5AFA"/>
    <w:rsid w:val="00410D55"/>
    <w:rsid w:val="004147DE"/>
    <w:rsid w:val="00416CA1"/>
    <w:rsid w:val="0042235E"/>
    <w:rsid w:val="00424908"/>
    <w:rsid w:val="0043669E"/>
    <w:rsid w:val="004414A4"/>
    <w:rsid w:val="004474CE"/>
    <w:rsid w:val="00465F51"/>
    <w:rsid w:val="00481FE7"/>
    <w:rsid w:val="00483ECB"/>
    <w:rsid w:val="004857A0"/>
    <w:rsid w:val="00487B7D"/>
    <w:rsid w:val="004965BA"/>
    <w:rsid w:val="004976EA"/>
    <w:rsid w:val="004C3A53"/>
    <w:rsid w:val="004C462B"/>
    <w:rsid w:val="004C5419"/>
    <w:rsid w:val="004C5B56"/>
    <w:rsid w:val="004E29CF"/>
    <w:rsid w:val="004E6089"/>
    <w:rsid w:val="004E60F0"/>
    <w:rsid w:val="004E6377"/>
    <w:rsid w:val="004E6D3E"/>
    <w:rsid w:val="004F2717"/>
    <w:rsid w:val="004F3F9F"/>
    <w:rsid w:val="005020C2"/>
    <w:rsid w:val="00503798"/>
    <w:rsid w:val="005069E0"/>
    <w:rsid w:val="005100B3"/>
    <w:rsid w:val="005109A0"/>
    <w:rsid w:val="00512517"/>
    <w:rsid w:val="00514563"/>
    <w:rsid w:val="00514A0C"/>
    <w:rsid w:val="00514F9E"/>
    <w:rsid w:val="005152C0"/>
    <w:rsid w:val="00527086"/>
    <w:rsid w:val="00536699"/>
    <w:rsid w:val="005449B3"/>
    <w:rsid w:val="00556C86"/>
    <w:rsid w:val="00560F9F"/>
    <w:rsid w:val="005648D0"/>
    <w:rsid w:val="0056513E"/>
    <w:rsid w:val="005742E0"/>
    <w:rsid w:val="00574C5A"/>
    <w:rsid w:val="00585DD4"/>
    <w:rsid w:val="00590C67"/>
    <w:rsid w:val="00593C06"/>
    <w:rsid w:val="005A65AF"/>
    <w:rsid w:val="005A7B17"/>
    <w:rsid w:val="005B4EA7"/>
    <w:rsid w:val="005C04B8"/>
    <w:rsid w:val="005D4E3D"/>
    <w:rsid w:val="005D7372"/>
    <w:rsid w:val="005D7B78"/>
    <w:rsid w:val="005E5FB6"/>
    <w:rsid w:val="005F1BDC"/>
    <w:rsid w:val="005F284C"/>
    <w:rsid w:val="005F2E2A"/>
    <w:rsid w:val="005F3CCC"/>
    <w:rsid w:val="005F5E87"/>
    <w:rsid w:val="005F6996"/>
    <w:rsid w:val="00607AEA"/>
    <w:rsid w:val="0062109C"/>
    <w:rsid w:val="0062670C"/>
    <w:rsid w:val="006333B8"/>
    <w:rsid w:val="0063627E"/>
    <w:rsid w:val="006375B7"/>
    <w:rsid w:val="00653EA4"/>
    <w:rsid w:val="00656BDF"/>
    <w:rsid w:val="006638FB"/>
    <w:rsid w:val="00670F51"/>
    <w:rsid w:val="00673836"/>
    <w:rsid w:val="00677633"/>
    <w:rsid w:val="006872B5"/>
    <w:rsid w:val="00690313"/>
    <w:rsid w:val="00690DD8"/>
    <w:rsid w:val="0069643B"/>
    <w:rsid w:val="006979B2"/>
    <w:rsid w:val="006A758A"/>
    <w:rsid w:val="006B3B43"/>
    <w:rsid w:val="006C1FFB"/>
    <w:rsid w:val="006C25C5"/>
    <w:rsid w:val="006D35B6"/>
    <w:rsid w:val="006E7535"/>
    <w:rsid w:val="006F1E13"/>
    <w:rsid w:val="006F4286"/>
    <w:rsid w:val="00700360"/>
    <w:rsid w:val="00705272"/>
    <w:rsid w:val="007056DB"/>
    <w:rsid w:val="0070788F"/>
    <w:rsid w:val="00712666"/>
    <w:rsid w:val="00716FAD"/>
    <w:rsid w:val="00722CF6"/>
    <w:rsid w:val="007309ED"/>
    <w:rsid w:val="00736018"/>
    <w:rsid w:val="00740DD1"/>
    <w:rsid w:val="00747137"/>
    <w:rsid w:val="0075219E"/>
    <w:rsid w:val="00753913"/>
    <w:rsid w:val="007548DF"/>
    <w:rsid w:val="00754909"/>
    <w:rsid w:val="00780E7F"/>
    <w:rsid w:val="007846B9"/>
    <w:rsid w:val="0078718A"/>
    <w:rsid w:val="00793E7C"/>
    <w:rsid w:val="007A555F"/>
    <w:rsid w:val="007A74BD"/>
    <w:rsid w:val="007A7F32"/>
    <w:rsid w:val="007B24A3"/>
    <w:rsid w:val="007B2A1C"/>
    <w:rsid w:val="007C5246"/>
    <w:rsid w:val="007D2D0D"/>
    <w:rsid w:val="007D7975"/>
    <w:rsid w:val="007F06B6"/>
    <w:rsid w:val="007F0C31"/>
    <w:rsid w:val="007F3CEB"/>
    <w:rsid w:val="007F3E2C"/>
    <w:rsid w:val="008001F8"/>
    <w:rsid w:val="008039AF"/>
    <w:rsid w:val="00806901"/>
    <w:rsid w:val="0081315D"/>
    <w:rsid w:val="0081317B"/>
    <w:rsid w:val="008239AE"/>
    <w:rsid w:val="00823B05"/>
    <w:rsid w:val="00835240"/>
    <w:rsid w:val="00840AF8"/>
    <w:rsid w:val="00843653"/>
    <w:rsid w:val="0084426A"/>
    <w:rsid w:val="00847FCD"/>
    <w:rsid w:val="0087191D"/>
    <w:rsid w:val="00872373"/>
    <w:rsid w:val="008724DB"/>
    <w:rsid w:val="0087792A"/>
    <w:rsid w:val="008812B5"/>
    <w:rsid w:val="00885068"/>
    <w:rsid w:val="00887179"/>
    <w:rsid w:val="0089030C"/>
    <w:rsid w:val="00891B87"/>
    <w:rsid w:val="00894A7F"/>
    <w:rsid w:val="00897BA1"/>
    <w:rsid w:val="008A6237"/>
    <w:rsid w:val="008A7FB9"/>
    <w:rsid w:val="008B0254"/>
    <w:rsid w:val="008B5548"/>
    <w:rsid w:val="008C1A22"/>
    <w:rsid w:val="008C44C2"/>
    <w:rsid w:val="008C69E8"/>
    <w:rsid w:val="008C78EA"/>
    <w:rsid w:val="008D5849"/>
    <w:rsid w:val="008D66B7"/>
    <w:rsid w:val="008E0D80"/>
    <w:rsid w:val="008E5BC8"/>
    <w:rsid w:val="008F05C1"/>
    <w:rsid w:val="008F651E"/>
    <w:rsid w:val="008F656A"/>
    <w:rsid w:val="009105B9"/>
    <w:rsid w:val="00910D53"/>
    <w:rsid w:val="0091722D"/>
    <w:rsid w:val="00917EE1"/>
    <w:rsid w:val="0092335A"/>
    <w:rsid w:val="009243A8"/>
    <w:rsid w:val="00930A84"/>
    <w:rsid w:val="00934764"/>
    <w:rsid w:val="00937ACA"/>
    <w:rsid w:val="00937DCE"/>
    <w:rsid w:val="00973D94"/>
    <w:rsid w:val="009759D6"/>
    <w:rsid w:val="0097662E"/>
    <w:rsid w:val="00996FF1"/>
    <w:rsid w:val="009B075F"/>
    <w:rsid w:val="009B5BC5"/>
    <w:rsid w:val="009C2D45"/>
    <w:rsid w:val="009C4723"/>
    <w:rsid w:val="009C5FC0"/>
    <w:rsid w:val="009E40A6"/>
    <w:rsid w:val="009E4B74"/>
    <w:rsid w:val="009E539C"/>
    <w:rsid w:val="009E6A61"/>
    <w:rsid w:val="009F2323"/>
    <w:rsid w:val="009F2686"/>
    <w:rsid w:val="009F786A"/>
    <w:rsid w:val="00A021C1"/>
    <w:rsid w:val="00A0746E"/>
    <w:rsid w:val="00A17A0C"/>
    <w:rsid w:val="00A212AC"/>
    <w:rsid w:val="00A23863"/>
    <w:rsid w:val="00A23D42"/>
    <w:rsid w:val="00A24427"/>
    <w:rsid w:val="00A34951"/>
    <w:rsid w:val="00A34ABB"/>
    <w:rsid w:val="00A4128B"/>
    <w:rsid w:val="00A41962"/>
    <w:rsid w:val="00A42B99"/>
    <w:rsid w:val="00A45DAF"/>
    <w:rsid w:val="00A47212"/>
    <w:rsid w:val="00A479A5"/>
    <w:rsid w:val="00A51DA4"/>
    <w:rsid w:val="00A51FA5"/>
    <w:rsid w:val="00A568CB"/>
    <w:rsid w:val="00A61A81"/>
    <w:rsid w:val="00A63A2F"/>
    <w:rsid w:val="00A755D8"/>
    <w:rsid w:val="00A80A57"/>
    <w:rsid w:val="00A82552"/>
    <w:rsid w:val="00A831E4"/>
    <w:rsid w:val="00A92B42"/>
    <w:rsid w:val="00AA5E40"/>
    <w:rsid w:val="00AB6290"/>
    <w:rsid w:val="00AB7194"/>
    <w:rsid w:val="00AC0482"/>
    <w:rsid w:val="00AC1A0A"/>
    <w:rsid w:val="00AC3D84"/>
    <w:rsid w:val="00AC4403"/>
    <w:rsid w:val="00AD2350"/>
    <w:rsid w:val="00AD36F2"/>
    <w:rsid w:val="00AD38B3"/>
    <w:rsid w:val="00AD6A64"/>
    <w:rsid w:val="00AE65B0"/>
    <w:rsid w:val="00AF1B0E"/>
    <w:rsid w:val="00B066F2"/>
    <w:rsid w:val="00B108CC"/>
    <w:rsid w:val="00B13D76"/>
    <w:rsid w:val="00B17769"/>
    <w:rsid w:val="00B2374C"/>
    <w:rsid w:val="00B25C23"/>
    <w:rsid w:val="00B41947"/>
    <w:rsid w:val="00B4400F"/>
    <w:rsid w:val="00B504DD"/>
    <w:rsid w:val="00B51A2C"/>
    <w:rsid w:val="00B557B0"/>
    <w:rsid w:val="00B6189F"/>
    <w:rsid w:val="00B632B5"/>
    <w:rsid w:val="00B64EBD"/>
    <w:rsid w:val="00B66C46"/>
    <w:rsid w:val="00B928DD"/>
    <w:rsid w:val="00B92F48"/>
    <w:rsid w:val="00B94A97"/>
    <w:rsid w:val="00B969A5"/>
    <w:rsid w:val="00BA15B1"/>
    <w:rsid w:val="00BA2D6E"/>
    <w:rsid w:val="00BA5538"/>
    <w:rsid w:val="00BB5BBB"/>
    <w:rsid w:val="00BC17F8"/>
    <w:rsid w:val="00BD0BCE"/>
    <w:rsid w:val="00BD3ADB"/>
    <w:rsid w:val="00BD3B95"/>
    <w:rsid w:val="00BE10B8"/>
    <w:rsid w:val="00BE6CEB"/>
    <w:rsid w:val="00C16F98"/>
    <w:rsid w:val="00C20397"/>
    <w:rsid w:val="00C208FF"/>
    <w:rsid w:val="00C24B9A"/>
    <w:rsid w:val="00C24E75"/>
    <w:rsid w:val="00C26560"/>
    <w:rsid w:val="00C35B33"/>
    <w:rsid w:val="00C405A8"/>
    <w:rsid w:val="00C4313B"/>
    <w:rsid w:val="00C44B40"/>
    <w:rsid w:val="00C5519D"/>
    <w:rsid w:val="00C56AF9"/>
    <w:rsid w:val="00C63C9A"/>
    <w:rsid w:val="00C663A2"/>
    <w:rsid w:val="00C70E00"/>
    <w:rsid w:val="00C831BF"/>
    <w:rsid w:val="00C83E9B"/>
    <w:rsid w:val="00C93E0C"/>
    <w:rsid w:val="00CB10FB"/>
    <w:rsid w:val="00CB658F"/>
    <w:rsid w:val="00CB7428"/>
    <w:rsid w:val="00CC31D6"/>
    <w:rsid w:val="00CC55CF"/>
    <w:rsid w:val="00CC75AC"/>
    <w:rsid w:val="00CE0447"/>
    <w:rsid w:val="00CE141D"/>
    <w:rsid w:val="00CF6026"/>
    <w:rsid w:val="00CF6B57"/>
    <w:rsid w:val="00CF7644"/>
    <w:rsid w:val="00D033C5"/>
    <w:rsid w:val="00D06A1A"/>
    <w:rsid w:val="00D0787D"/>
    <w:rsid w:val="00D107FA"/>
    <w:rsid w:val="00D15934"/>
    <w:rsid w:val="00D16F21"/>
    <w:rsid w:val="00D2194A"/>
    <w:rsid w:val="00D25DC6"/>
    <w:rsid w:val="00D277C1"/>
    <w:rsid w:val="00D41357"/>
    <w:rsid w:val="00D558D5"/>
    <w:rsid w:val="00D679EA"/>
    <w:rsid w:val="00D7163D"/>
    <w:rsid w:val="00D7341E"/>
    <w:rsid w:val="00D836A6"/>
    <w:rsid w:val="00D95820"/>
    <w:rsid w:val="00DB0DE5"/>
    <w:rsid w:val="00DB7DD6"/>
    <w:rsid w:val="00DC08DE"/>
    <w:rsid w:val="00DD1C14"/>
    <w:rsid w:val="00DD7EF8"/>
    <w:rsid w:val="00DE2DDF"/>
    <w:rsid w:val="00DE4AF4"/>
    <w:rsid w:val="00DE52DD"/>
    <w:rsid w:val="00DF068A"/>
    <w:rsid w:val="00DF1B2E"/>
    <w:rsid w:val="00E001ED"/>
    <w:rsid w:val="00E03443"/>
    <w:rsid w:val="00E04D5F"/>
    <w:rsid w:val="00E17C61"/>
    <w:rsid w:val="00E34EF1"/>
    <w:rsid w:val="00E42EEE"/>
    <w:rsid w:val="00E54FCA"/>
    <w:rsid w:val="00E6651F"/>
    <w:rsid w:val="00E71225"/>
    <w:rsid w:val="00E75978"/>
    <w:rsid w:val="00E76FA9"/>
    <w:rsid w:val="00E865DA"/>
    <w:rsid w:val="00E90837"/>
    <w:rsid w:val="00E92854"/>
    <w:rsid w:val="00EA1022"/>
    <w:rsid w:val="00EC03AA"/>
    <w:rsid w:val="00EC1589"/>
    <w:rsid w:val="00EC309A"/>
    <w:rsid w:val="00EC6875"/>
    <w:rsid w:val="00ED42B1"/>
    <w:rsid w:val="00ED62B7"/>
    <w:rsid w:val="00EE057C"/>
    <w:rsid w:val="00EE13E2"/>
    <w:rsid w:val="00EE6BFE"/>
    <w:rsid w:val="00EE7B2F"/>
    <w:rsid w:val="00EF07E5"/>
    <w:rsid w:val="00EF6D57"/>
    <w:rsid w:val="00F057D4"/>
    <w:rsid w:val="00F0786D"/>
    <w:rsid w:val="00F13383"/>
    <w:rsid w:val="00F136C0"/>
    <w:rsid w:val="00F167C1"/>
    <w:rsid w:val="00F32DAD"/>
    <w:rsid w:val="00F33D64"/>
    <w:rsid w:val="00F348E3"/>
    <w:rsid w:val="00F355DC"/>
    <w:rsid w:val="00F35C33"/>
    <w:rsid w:val="00F67DC3"/>
    <w:rsid w:val="00F72C16"/>
    <w:rsid w:val="00F84490"/>
    <w:rsid w:val="00F86336"/>
    <w:rsid w:val="00F91B51"/>
    <w:rsid w:val="00F94943"/>
    <w:rsid w:val="00FA50A0"/>
    <w:rsid w:val="00FA6EAB"/>
    <w:rsid w:val="00FB0CE9"/>
    <w:rsid w:val="00FC260F"/>
    <w:rsid w:val="00FC426F"/>
    <w:rsid w:val="00FD0CD3"/>
    <w:rsid w:val="00FD26AC"/>
    <w:rsid w:val="00FD32AB"/>
    <w:rsid w:val="00FD3626"/>
    <w:rsid w:val="00FE2D4C"/>
    <w:rsid w:val="00FE7A9E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57C"/>
    <w:pPr>
      <w:jc w:val="both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32DAD"/>
    <w:pPr>
      <w:tabs>
        <w:tab w:val="center" w:pos="4677"/>
        <w:tab w:val="right" w:pos="9355"/>
      </w:tabs>
      <w:jc w:val="left"/>
    </w:pPr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6B84"/>
    <w:rPr>
      <w:lang w:eastAsia="en-US"/>
    </w:rPr>
  </w:style>
  <w:style w:type="paragraph" w:customStyle="1" w:styleId="a">
    <w:name w:val="Знак"/>
    <w:basedOn w:val="Normal"/>
    <w:uiPriority w:val="99"/>
    <w:rsid w:val="00F32DA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147</Words>
  <Characters>841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Бородина М.В.</dc:creator>
  <cp:keywords/>
  <dc:description/>
  <cp:lastModifiedBy>USER</cp:lastModifiedBy>
  <cp:revision>15</cp:revision>
  <cp:lastPrinted>2016-06-17T08:14:00Z</cp:lastPrinted>
  <dcterms:created xsi:type="dcterms:W3CDTF">2014-11-11T11:46:00Z</dcterms:created>
  <dcterms:modified xsi:type="dcterms:W3CDTF">2016-06-17T08:14:00Z</dcterms:modified>
</cp:coreProperties>
</file>